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0"/>
        <w:gridCol w:w="6190"/>
      </w:tblGrid>
      <w:tr w:rsidR="00A57BFA" w:rsidTr="006D0B8F">
        <w:tc>
          <w:tcPr>
            <w:tcW w:w="2966" w:type="dxa"/>
          </w:tcPr>
          <w:p w:rsidR="00B25330" w:rsidRDefault="00B25330" w:rsidP="00B25330">
            <w:pPr>
              <w:pStyle w:val="ListParagraph"/>
              <w:numPr>
                <w:ilvl w:val="0"/>
                <w:numId w:val="1"/>
              </w:numPr>
            </w:pPr>
            <w:r>
              <w:t>Log into PowerSchool</w:t>
            </w:r>
            <w:r w:rsidR="0067352F">
              <w:t xml:space="preserve"> Portal</w:t>
            </w:r>
          </w:p>
          <w:p w:rsidR="00B25330" w:rsidRDefault="007B1700" w:rsidP="00B25330">
            <w:pPr>
              <w:pStyle w:val="ListParagraph"/>
              <w:numPr>
                <w:ilvl w:val="0"/>
                <w:numId w:val="1"/>
              </w:numPr>
            </w:pPr>
            <w:r>
              <w:t>L</w:t>
            </w:r>
            <w:r w:rsidR="00B25330">
              <w:t>aunch Gradebook</w:t>
            </w:r>
          </w:p>
          <w:p w:rsidR="007B1700" w:rsidRDefault="0067352F" w:rsidP="00B25330">
            <w:pPr>
              <w:pStyle w:val="ListParagraph"/>
              <w:numPr>
                <w:ilvl w:val="0"/>
                <w:numId w:val="1"/>
              </w:numPr>
            </w:pPr>
            <w:r>
              <w:t>Click</w:t>
            </w:r>
            <w:r w:rsidR="007B1700">
              <w:t xml:space="preserve"> </w:t>
            </w:r>
            <w:r>
              <w:t>Settings from the Charms Bar</w:t>
            </w:r>
          </w:p>
          <w:p w:rsidR="00DF55E5" w:rsidRDefault="007B1700" w:rsidP="00B25330">
            <w:pPr>
              <w:pStyle w:val="ListParagraph"/>
              <w:numPr>
                <w:ilvl w:val="0"/>
                <w:numId w:val="1"/>
              </w:numPr>
            </w:pPr>
            <w:r>
              <w:t>S</w:t>
            </w:r>
            <w:r w:rsidR="0067352F">
              <w:t>elect Traditional Grade Calculations</w:t>
            </w:r>
          </w:p>
          <w:p w:rsidR="007B1700" w:rsidRDefault="007B1700" w:rsidP="007B1700">
            <w:pPr>
              <w:pStyle w:val="ListParagraph"/>
            </w:pPr>
          </w:p>
        </w:tc>
        <w:tc>
          <w:tcPr>
            <w:tcW w:w="5664" w:type="dxa"/>
          </w:tcPr>
          <w:p w:rsidR="00DF55E5" w:rsidRDefault="0067352F">
            <w:r>
              <w:rPr>
                <w:noProof/>
              </w:rPr>
              <w:drawing>
                <wp:inline distT="0" distB="0" distL="0" distR="0" wp14:anchorId="2F4C5E32" wp14:editId="1FC6608F">
                  <wp:extent cx="1657350" cy="3619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87310DD" wp14:editId="115AA9A2">
                  <wp:extent cx="2254831" cy="1382770"/>
                  <wp:effectExtent l="0" t="0" r="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534" cy="1405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7BFA" w:rsidTr="0067352F">
        <w:tc>
          <w:tcPr>
            <w:tcW w:w="3330" w:type="dxa"/>
          </w:tcPr>
          <w:p w:rsidR="00DF55E5" w:rsidRDefault="004E3CFF" w:rsidP="004E3CFF">
            <w:pPr>
              <w:pStyle w:val="ListParagraph"/>
              <w:numPr>
                <w:ilvl w:val="0"/>
                <w:numId w:val="1"/>
              </w:numPr>
            </w:pPr>
            <w:r>
              <w:t xml:space="preserve">Select </w:t>
            </w:r>
            <w:r w:rsidR="00A57BFA">
              <w:t>the Editing Pencil for S1</w:t>
            </w:r>
            <w:r>
              <w:t xml:space="preserve"> </w:t>
            </w:r>
          </w:p>
          <w:p w:rsidR="004E3CFF" w:rsidRDefault="004E3CFF" w:rsidP="004E3CFF">
            <w:pPr>
              <w:pStyle w:val="ListParagraph"/>
              <w:numPr>
                <w:ilvl w:val="0"/>
                <w:numId w:val="1"/>
              </w:numPr>
            </w:pPr>
            <w:r>
              <w:t>In the box that pops up, enter the following values</w:t>
            </w:r>
          </w:p>
          <w:p w:rsidR="004E3CFF" w:rsidRDefault="004E3CFF" w:rsidP="004E3CFF">
            <w:pPr>
              <w:pStyle w:val="ListParagraph"/>
            </w:pPr>
            <w:r>
              <w:t>N1  50</w:t>
            </w:r>
          </w:p>
          <w:p w:rsidR="004E3CFF" w:rsidRDefault="004E3CFF" w:rsidP="004E3CFF">
            <w:pPr>
              <w:pStyle w:val="ListParagraph"/>
            </w:pPr>
            <w:r>
              <w:t>N</w:t>
            </w:r>
            <w:proofErr w:type="gramStart"/>
            <w:r>
              <w:t>2  50</w:t>
            </w:r>
            <w:proofErr w:type="gramEnd"/>
          </w:p>
          <w:p w:rsidR="0067352F" w:rsidRDefault="0067352F" w:rsidP="0067352F">
            <w:pPr>
              <w:pStyle w:val="ListParagraph"/>
              <w:numPr>
                <w:ilvl w:val="0"/>
                <w:numId w:val="1"/>
              </w:numPr>
            </w:pPr>
            <w:r>
              <w:t>Click Save and Close box.</w:t>
            </w:r>
          </w:p>
          <w:p w:rsidR="0067352F" w:rsidRDefault="0067352F" w:rsidP="0067352F">
            <w:pPr>
              <w:pStyle w:val="ListParagraph"/>
              <w:numPr>
                <w:ilvl w:val="0"/>
                <w:numId w:val="1"/>
              </w:numPr>
            </w:pPr>
            <w:r>
              <w:t>Repeat process for each class.</w:t>
            </w:r>
          </w:p>
        </w:tc>
        <w:tc>
          <w:tcPr>
            <w:tcW w:w="5526" w:type="dxa"/>
          </w:tcPr>
          <w:p w:rsidR="00A57BFA" w:rsidRDefault="00A57BFA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4169E99" wp14:editId="301CFA9A">
                  <wp:extent cx="3793490" cy="320040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3140" cy="382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2735" w:rsidRDefault="00A57BFA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7CD35EC" wp14:editId="792A57D5">
                  <wp:extent cx="3745009" cy="934085"/>
                  <wp:effectExtent l="0" t="0" r="825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068" cy="935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2735" w:rsidRDefault="00092735">
            <w:pPr>
              <w:rPr>
                <w:b/>
              </w:rPr>
            </w:pPr>
          </w:p>
          <w:p w:rsidR="00DF55E5" w:rsidRPr="0067352F" w:rsidRDefault="00DF55E5">
            <w:pPr>
              <w:rPr>
                <w:b/>
              </w:rPr>
            </w:pPr>
          </w:p>
        </w:tc>
      </w:tr>
      <w:tr w:rsidR="00A57BFA" w:rsidTr="0067352F">
        <w:tc>
          <w:tcPr>
            <w:tcW w:w="3330" w:type="dxa"/>
          </w:tcPr>
          <w:p w:rsidR="00A57BFA" w:rsidRDefault="00A57BFA" w:rsidP="00A57BFA">
            <w:pPr>
              <w:pStyle w:val="ListParagraph"/>
              <w:numPr>
                <w:ilvl w:val="0"/>
                <w:numId w:val="1"/>
              </w:numPr>
            </w:pPr>
            <w:r>
              <w:t>Repeat this process for S2 with the following values</w:t>
            </w:r>
          </w:p>
          <w:p w:rsidR="00A57BFA" w:rsidRDefault="00A57BFA" w:rsidP="00A57BFA">
            <w:pPr>
              <w:pStyle w:val="ListParagraph"/>
            </w:pPr>
            <w:r>
              <w:t>N</w:t>
            </w:r>
            <w:proofErr w:type="gramStart"/>
            <w:r>
              <w:t>3  50</w:t>
            </w:r>
            <w:proofErr w:type="gramEnd"/>
          </w:p>
          <w:p w:rsidR="00A57BFA" w:rsidRDefault="00A57BFA" w:rsidP="00A57BFA">
            <w:pPr>
              <w:pStyle w:val="ListParagraph"/>
            </w:pPr>
            <w:r>
              <w:t>N</w:t>
            </w:r>
            <w:proofErr w:type="gramStart"/>
            <w:r>
              <w:t>4  50</w:t>
            </w:r>
            <w:proofErr w:type="gramEnd"/>
          </w:p>
          <w:p w:rsidR="00A57BFA" w:rsidRDefault="00A57BFA" w:rsidP="00A57BFA">
            <w:pPr>
              <w:pStyle w:val="ListParagraph"/>
            </w:pPr>
          </w:p>
          <w:p w:rsidR="00A57BFA" w:rsidRDefault="00A57BFA" w:rsidP="00A57BFA">
            <w:pPr>
              <w:pStyle w:val="ListParagraph"/>
              <w:numPr>
                <w:ilvl w:val="0"/>
                <w:numId w:val="1"/>
              </w:numPr>
            </w:pPr>
            <w:r>
              <w:t>Use the – sign beside C1 to remove this option</w:t>
            </w:r>
            <w:r>
              <w:t xml:space="preserve"> if necessary</w:t>
            </w:r>
            <w:bookmarkStart w:id="0" w:name="_GoBack"/>
            <w:bookmarkEnd w:id="0"/>
            <w:r>
              <w:t>.</w:t>
            </w:r>
          </w:p>
          <w:p w:rsidR="00A57BFA" w:rsidRDefault="00A57BFA" w:rsidP="00A57BFA">
            <w:pPr>
              <w:pStyle w:val="ListParagraph"/>
            </w:pPr>
          </w:p>
        </w:tc>
        <w:tc>
          <w:tcPr>
            <w:tcW w:w="5526" w:type="dxa"/>
          </w:tcPr>
          <w:p w:rsidR="00A57BFA" w:rsidRDefault="00A57BF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09B957" wp14:editId="521812C0">
                  <wp:extent cx="3436620" cy="830914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7811" cy="845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7BFA" w:rsidRDefault="00A57BFA">
            <w:pPr>
              <w:rPr>
                <w:noProof/>
              </w:rPr>
            </w:pPr>
          </w:p>
          <w:p w:rsidR="00A57BFA" w:rsidRDefault="00A57BF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8B6D02" wp14:editId="6FB18D24">
                  <wp:extent cx="3497580" cy="509430"/>
                  <wp:effectExtent l="0" t="0" r="762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429" cy="514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7BFA" w:rsidRDefault="00A57BFA">
            <w:pPr>
              <w:rPr>
                <w:noProof/>
              </w:rPr>
            </w:pPr>
          </w:p>
          <w:p w:rsidR="00A57BFA" w:rsidRDefault="00A57BFA">
            <w:pPr>
              <w:rPr>
                <w:noProof/>
              </w:rPr>
            </w:pPr>
          </w:p>
          <w:p w:rsidR="00A57BFA" w:rsidRDefault="00A57BFA">
            <w:pPr>
              <w:rPr>
                <w:noProof/>
              </w:rPr>
            </w:pPr>
          </w:p>
          <w:p w:rsidR="006D0B8F" w:rsidRDefault="006D0B8F">
            <w:pPr>
              <w:rPr>
                <w:noProof/>
              </w:rPr>
            </w:pPr>
          </w:p>
        </w:tc>
      </w:tr>
    </w:tbl>
    <w:p w:rsidR="003B08EF" w:rsidRDefault="003B08EF"/>
    <w:sectPr w:rsidR="003B08EF" w:rsidSect="003B08E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56A" w:rsidRDefault="0080256A" w:rsidP="004E3CFF">
      <w:r>
        <w:separator/>
      </w:r>
    </w:p>
  </w:endnote>
  <w:endnote w:type="continuationSeparator" w:id="0">
    <w:p w:rsidR="0080256A" w:rsidRDefault="0080256A" w:rsidP="004E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50B" w:rsidRDefault="00E405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50B" w:rsidRDefault="00E405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50B" w:rsidRDefault="00E405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56A" w:rsidRDefault="0080256A" w:rsidP="004E3CFF">
      <w:r>
        <w:separator/>
      </w:r>
    </w:p>
  </w:footnote>
  <w:footnote w:type="continuationSeparator" w:id="0">
    <w:p w:rsidR="0080256A" w:rsidRDefault="0080256A" w:rsidP="004E3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CFF" w:rsidRDefault="0080256A">
    <w:pPr>
      <w:pStyle w:val="Header"/>
    </w:pPr>
    <w:sdt>
      <w:sdtPr>
        <w:id w:val="171999623"/>
        <w:placeholder>
          <w:docPart w:val="8E54DC0513ACE841946BF485479E1FB1"/>
        </w:placeholder>
        <w:temporary/>
        <w:showingPlcHdr/>
      </w:sdtPr>
      <w:sdtEndPr/>
      <w:sdtContent>
        <w:r w:rsidR="004E3CFF">
          <w:t>[Type text]</w:t>
        </w:r>
      </w:sdtContent>
    </w:sdt>
    <w:r w:rsidR="004E3CFF">
      <w:ptab w:relativeTo="margin" w:alignment="center" w:leader="none"/>
    </w:r>
    <w:sdt>
      <w:sdtPr>
        <w:id w:val="171999624"/>
        <w:placeholder>
          <w:docPart w:val="DBFDBFE89DBF9F49B63CB3007CF99475"/>
        </w:placeholder>
        <w:temporary/>
        <w:showingPlcHdr/>
      </w:sdtPr>
      <w:sdtEndPr/>
      <w:sdtContent>
        <w:r w:rsidR="004E3CFF">
          <w:t>[Type text]</w:t>
        </w:r>
      </w:sdtContent>
    </w:sdt>
    <w:r w:rsidR="004E3CFF">
      <w:ptab w:relativeTo="margin" w:alignment="right" w:leader="none"/>
    </w:r>
    <w:sdt>
      <w:sdtPr>
        <w:id w:val="171999625"/>
        <w:placeholder>
          <w:docPart w:val="538423D541318A40BCFF625028FD4E31"/>
        </w:placeholder>
        <w:temporary/>
        <w:showingPlcHdr/>
      </w:sdtPr>
      <w:sdtEndPr/>
      <w:sdtContent>
        <w:r w:rsidR="004E3CFF">
          <w:t>[Type text]</w:t>
        </w:r>
      </w:sdtContent>
    </w:sdt>
  </w:p>
  <w:p w:rsidR="004E3CFF" w:rsidRDefault="004E3C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CFF" w:rsidRPr="004E3CFF" w:rsidRDefault="004E3CFF">
    <w:pPr>
      <w:pStyle w:val="Header"/>
      <w:rPr>
        <w:b/>
      </w:rPr>
    </w:pPr>
    <w:r w:rsidRPr="004E3CFF">
      <w:rPr>
        <w:b/>
      </w:rPr>
      <w:ptab w:relativeTo="margin" w:alignment="center" w:leader="none"/>
    </w:r>
    <w:r w:rsidRPr="004E3CFF">
      <w:rPr>
        <w:b/>
      </w:rPr>
      <w:t>PowerSchool Grade Setup Instructions</w:t>
    </w:r>
  </w:p>
  <w:p w:rsidR="004E3CFF" w:rsidRDefault="004E3CFF" w:rsidP="004E3CFF">
    <w:pPr>
      <w:pStyle w:val="Header"/>
      <w:jc w:val="center"/>
      <w:rPr>
        <w:b/>
      </w:rPr>
    </w:pPr>
    <w:r w:rsidRPr="004E3CFF">
      <w:rPr>
        <w:b/>
      </w:rPr>
      <w:t>Middle School Classes with</w:t>
    </w:r>
    <w:r w:rsidR="00E4050B">
      <w:rPr>
        <w:b/>
      </w:rPr>
      <w:t xml:space="preserve"> NO</w:t>
    </w:r>
    <w:r w:rsidRPr="004E3CFF">
      <w:rPr>
        <w:b/>
      </w:rPr>
      <w:t xml:space="preserve"> TCAP</w:t>
    </w:r>
  </w:p>
  <w:p w:rsidR="00E4050B" w:rsidRPr="00E4050B" w:rsidRDefault="00E4050B" w:rsidP="004E3CFF">
    <w:pPr>
      <w:pStyle w:val="Header"/>
      <w:jc w:val="center"/>
      <w:rPr>
        <w:b/>
        <w:sz w:val="20"/>
        <w:szCs w:val="20"/>
      </w:rPr>
    </w:pPr>
    <w:r w:rsidRPr="00E4050B">
      <w:rPr>
        <w:b/>
        <w:sz w:val="20"/>
        <w:szCs w:val="20"/>
      </w:rPr>
      <w:t>(Related Arts, Aides, Exploratory, etc.)</w:t>
    </w:r>
  </w:p>
  <w:p w:rsidR="004E3CFF" w:rsidRDefault="004E3CFF" w:rsidP="004E3CF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50B" w:rsidRDefault="00E405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4EC8"/>
    <w:multiLevelType w:val="hybridMultilevel"/>
    <w:tmpl w:val="3EDAC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B4513"/>
    <w:multiLevelType w:val="multilevel"/>
    <w:tmpl w:val="1BF01E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322CE"/>
    <w:multiLevelType w:val="hybridMultilevel"/>
    <w:tmpl w:val="1BF01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E5"/>
    <w:rsid w:val="00092735"/>
    <w:rsid w:val="000E6924"/>
    <w:rsid w:val="00292A11"/>
    <w:rsid w:val="00300A89"/>
    <w:rsid w:val="003B08EF"/>
    <w:rsid w:val="004968B1"/>
    <w:rsid w:val="004E3CFF"/>
    <w:rsid w:val="0067352F"/>
    <w:rsid w:val="006B2F03"/>
    <w:rsid w:val="006D0B8F"/>
    <w:rsid w:val="007B1700"/>
    <w:rsid w:val="0080256A"/>
    <w:rsid w:val="00A57BFA"/>
    <w:rsid w:val="00B25330"/>
    <w:rsid w:val="00CF57F0"/>
    <w:rsid w:val="00DF55E5"/>
    <w:rsid w:val="00E4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8F4DCC"/>
  <w14:defaultImageDpi w14:val="300"/>
  <w15:docId w15:val="{15394870-4061-4B59-8883-3F983F9C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5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3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33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253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3C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3CFF"/>
  </w:style>
  <w:style w:type="paragraph" w:styleId="Footer">
    <w:name w:val="footer"/>
    <w:basedOn w:val="Normal"/>
    <w:link w:val="FooterChar"/>
    <w:uiPriority w:val="99"/>
    <w:unhideWhenUsed/>
    <w:rsid w:val="004E3C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3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man%20Melanie\AppData\Local\Chemistry%20Add-in%20for%20Word\Chemistry%20Gallery\Chem4Wor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54DC0513ACE841946BF485479E1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373F9-DB67-7245-9CA6-841B031A4C54}"/>
      </w:docPartPr>
      <w:docPartBody>
        <w:p w:rsidR="004749F8" w:rsidRDefault="000871EB" w:rsidP="000871EB">
          <w:pPr>
            <w:pStyle w:val="8E54DC0513ACE841946BF485479E1FB1"/>
          </w:pPr>
          <w:r>
            <w:t>[Type text]</w:t>
          </w:r>
        </w:p>
      </w:docPartBody>
    </w:docPart>
    <w:docPart>
      <w:docPartPr>
        <w:name w:val="DBFDBFE89DBF9F49B63CB3007CF994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5A380-3451-3F4C-8B8D-0988F3C108C3}"/>
      </w:docPartPr>
      <w:docPartBody>
        <w:p w:rsidR="004749F8" w:rsidRDefault="000871EB" w:rsidP="000871EB">
          <w:pPr>
            <w:pStyle w:val="DBFDBFE89DBF9F49B63CB3007CF99475"/>
          </w:pPr>
          <w:r>
            <w:t>[Type text]</w:t>
          </w:r>
        </w:p>
      </w:docPartBody>
    </w:docPart>
    <w:docPart>
      <w:docPartPr>
        <w:name w:val="538423D541318A40BCFF625028FD4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6DA41-9F8C-DA43-9CA5-818342D6FBA1}"/>
      </w:docPartPr>
      <w:docPartBody>
        <w:p w:rsidR="004749F8" w:rsidRDefault="000871EB" w:rsidP="000871EB">
          <w:pPr>
            <w:pStyle w:val="538423D541318A40BCFF625028FD4E3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EB"/>
    <w:rsid w:val="000871EB"/>
    <w:rsid w:val="004749F8"/>
    <w:rsid w:val="00554122"/>
    <w:rsid w:val="007F4A4E"/>
    <w:rsid w:val="00A977C6"/>
    <w:rsid w:val="00DA1DF6"/>
    <w:rsid w:val="00E6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54DC0513ACE841946BF485479E1FB1">
    <w:name w:val="8E54DC0513ACE841946BF485479E1FB1"/>
    <w:rsid w:val="000871EB"/>
  </w:style>
  <w:style w:type="paragraph" w:customStyle="1" w:styleId="DBFDBFE89DBF9F49B63CB3007CF99475">
    <w:name w:val="DBFDBFE89DBF9F49B63CB3007CF99475"/>
    <w:rsid w:val="000871EB"/>
  </w:style>
  <w:style w:type="paragraph" w:customStyle="1" w:styleId="538423D541318A40BCFF625028FD4E31">
    <w:name w:val="538423D541318A40BCFF625028FD4E31"/>
    <w:rsid w:val="000871EB"/>
  </w:style>
  <w:style w:type="paragraph" w:customStyle="1" w:styleId="F0A7EF855CF9084B9D36D322D76DBD56">
    <w:name w:val="F0A7EF855CF9084B9D36D322D76DBD56"/>
    <w:rsid w:val="000871EB"/>
  </w:style>
  <w:style w:type="paragraph" w:customStyle="1" w:styleId="A1FDD3CD7265F94DA9A95517EB1C85A4">
    <w:name w:val="A1FDD3CD7265F94DA9A95517EB1C85A4"/>
    <w:rsid w:val="000871EB"/>
  </w:style>
  <w:style w:type="paragraph" w:customStyle="1" w:styleId="9566ABA7BB3C7847898A842E4DC804B5">
    <w:name w:val="9566ABA7BB3C7847898A842E4DC804B5"/>
    <w:rsid w:val="000871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06940C-C534-4B79-AE17-6AC4440CF6F7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50DD413-D66A-4033-81B2-1E100192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CMCSS/Greenwood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Lehman</dc:creator>
  <cp:lastModifiedBy>Rachel Partain</cp:lastModifiedBy>
  <cp:revision>2</cp:revision>
  <dcterms:created xsi:type="dcterms:W3CDTF">2016-12-08T17:41:00Z</dcterms:created>
  <dcterms:modified xsi:type="dcterms:W3CDTF">2016-12-08T17:41:00Z</dcterms:modified>
</cp:coreProperties>
</file>